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ПРИЛОЖЕНИЕ</w:t>
      </w:r>
    </w:p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к решению Совета муниципального</w:t>
      </w:r>
    </w:p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образования Тимашевский район</w:t>
      </w:r>
    </w:p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от  15.12.2010    №   81                     </w:t>
      </w:r>
    </w:p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 </w:t>
      </w:r>
    </w:p>
    <w:p w:rsidR="00E41E2E" w:rsidRDefault="00E41E2E" w:rsidP="0028652E">
      <w:pPr>
        <w:pStyle w:val="Heading1"/>
      </w:pPr>
      <w:r>
        <w:t xml:space="preserve">                                                                                                                                    « Приложение</w:t>
      </w:r>
    </w:p>
    <w:p w:rsidR="00E41E2E" w:rsidRDefault="00E41E2E" w:rsidP="002865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к муниципальной целевой программе</w:t>
      </w:r>
    </w:p>
    <w:p w:rsidR="00E41E2E" w:rsidRDefault="00E41E2E" w:rsidP="002865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«Пожарная безопасность в муниципальном</w:t>
      </w:r>
    </w:p>
    <w:p w:rsidR="00E41E2E" w:rsidRDefault="00E41E2E" w:rsidP="002865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образовании Тимашевский район</w:t>
      </w:r>
    </w:p>
    <w:p w:rsidR="00E41E2E" w:rsidRDefault="00E41E2E" w:rsidP="002865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на период до 2012 года»</w:t>
      </w:r>
    </w:p>
    <w:p w:rsidR="00E41E2E" w:rsidRDefault="00E41E2E" w:rsidP="0028652E">
      <w:pPr>
        <w:rPr>
          <w:sz w:val="28"/>
          <w:szCs w:val="28"/>
        </w:rPr>
      </w:pPr>
    </w:p>
    <w:p w:rsidR="00E41E2E" w:rsidRDefault="00E41E2E" w:rsidP="0028652E">
      <w:pPr>
        <w:rPr>
          <w:sz w:val="28"/>
          <w:szCs w:val="28"/>
        </w:rPr>
      </w:pPr>
    </w:p>
    <w:p w:rsidR="00E41E2E" w:rsidRDefault="00E41E2E" w:rsidP="0028652E">
      <w:pPr>
        <w:rPr>
          <w:sz w:val="28"/>
          <w:szCs w:val="28"/>
        </w:rPr>
      </w:pPr>
    </w:p>
    <w:p w:rsidR="00E41E2E" w:rsidRDefault="00E41E2E" w:rsidP="00694942">
      <w:pPr>
        <w:pStyle w:val="Heading2"/>
      </w:pPr>
      <w:r>
        <w:t>Перечень</w:t>
      </w:r>
    </w:p>
    <w:p w:rsidR="00E41E2E" w:rsidRDefault="00E41E2E" w:rsidP="002865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мероприятий муниципальной целевой программы «Пожарная безопасность </w:t>
      </w:r>
    </w:p>
    <w:p w:rsidR="00E41E2E" w:rsidRDefault="00E41E2E" w:rsidP="002865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муниципальном образовании Тимашевский район на период до 2012 года», </w:t>
      </w:r>
    </w:p>
    <w:p w:rsidR="00E41E2E" w:rsidRDefault="00E41E2E" w:rsidP="002865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финансируемых за счет средств муниципального бюджета</w:t>
      </w:r>
    </w:p>
    <w:p w:rsidR="00E41E2E" w:rsidRDefault="00E41E2E" w:rsidP="0028652E">
      <w:pPr>
        <w:rPr>
          <w:b/>
          <w:bCs/>
          <w:sz w:val="24"/>
          <w:szCs w:val="24"/>
        </w:rPr>
      </w:pPr>
    </w:p>
    <w:p w:rsidR="00E41E2E" w:rsidRDefault="00E41E2E" w:rsidP="0028652E">
      <w:pPr>
        <w:tabs>
          <w:tab w:val="left" w:pos="72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536"/>
        <w:gridCol w:w="1984"/>
        <w:gridCol w:w="1418"/>
        <w:gridCol w:w="1276"/>
        <w:gridCol w:w="1418"/>
        <w:gridCol w:w="1276"/>
        <w:gridCol w:w="2486"/>
      </w:tblGrid>
      <w:tr w:rsidR="00E41E2E">
        <w:trPr>
          <w:cantSplit/>
          <w:trHeight w:val="16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372" w:type="dxa"/>
            <w:gridSpan w:val="5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(млн.руб.)</w:t>
            </w:r>
          </w:p>
        </w:tc>
        <w:tc>
          <w:tcPr>
            <w:tcW w:w="2486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заказчик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7372" w:type="dxa"/>
            <w:gridSpan w:val="5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на 2009 - 2012 годы</w:t>
            </w:r>
          </w:p>
        </w:tc>
        <w:tc>
          <w:tcPr>
            <w:tcW w:w="5388" w:type="dxa"/>
            <w:gridSpan w:val="4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248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48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16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428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обучения руководителей и специалистов всех уровней правилам пожарной безопасности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E41E2E">
        <w:trPr>
          <w:cantSplit/>
          <w:trHeight w:val="9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9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426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E41E2E" w:rsidRDefault="00E41E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426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0,051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0,027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практических и учебных тренировок по эвакуации людей в случае пожара в дневное и ночное время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Регулярное проведение замеров сопротивления изоляции электропроводки, контуров заземления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противопожарного оборудования и защитных средств, перезарядка огнетушителей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0,037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0,037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и ремонт автоматической пожарной сигнализации, сервисное обслуживание, устройство прямой телефонной связи с ближайшим пожарным подразделением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2,792341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1,291491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6,687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2,457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4,230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Огнезащитная обработка деревянных конструкций (чердачных конструкций)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1,587535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0,507535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1,800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оборудование сетей противопожарного водопровода, установка и ремонт гидрантов, пожарных водоемов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10,343974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0,038974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4,272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5,883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2,470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24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сетей электроснабжения в соответствие с действующими нормами (ремонт, полная или частичная замена и т.д.)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  <w:p w:rsidR="00E41E2E" w:rsidRDefault="00E41E2E">
            <w:pPr>
              <w:rPr>
                <w:sz w:val="24"/>
                <w:szCs w:val="24"/>
              </w:rPr>
            </w:pPr>
          </w:p>
        </w:tc>
      </w:tr>
      <w:tr w:rsidR="00E41E2E">
        <w:trPr>
          <w:cantSplit/>
          <w:trHeight w:val="32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32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  <w:vMerge w:val="restart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уголков пожарной безопасности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41E2E" w:rsidRDefault="00E41E2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0,040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248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 «Тимашевская ЦРБ»</w:t>
            </w:r>
          </w:p>
        </w:tc>
      </w:tr>
      <w:tr w:rsidR="00E41E2E">
        <w:trPr>
          <w:cantSplit/>
          <w:trHeight w:val="160"/>
        </w:trPr>
        <w:tc>
          <w:tcPr>
            <w:tcW w:w="959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E41E2E" w:rsidRDefault="00E4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31,278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2,150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1,838</w:t>
            </w:r>
          </w:p>
        </w:tc>
        <w:tc>
          <w:tcPr>
            <w:tcW w:w="1418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12,330</w:t>
            </w:r>
          </w:p>
        </w:tc>
        <w:tc>
          <w:tcPr>
            <w:tcW w:w="127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14,320</w:t>
            </w:r>
          </w:p>
        </w:tc>
        <w:tc>
          <w:tcPr>
            <w:tcW w:w="2486" w:type="dxa"/>
          </w:tcPr>
          <w:p w:rsidR="00E41E2E" w:rsidRDefault="00E41E2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E2E" w:rsidRDefault="00E41E2E" w:rsidP="00694942">
      <w:pPr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E41E2E" w:rsidRDefault="00E41E2E" w:rsidP="0028652E">
      <w:pPr>
        <w:jc w:val="center"/>
        <w:rPr>
          <w:sz w:val="24"/>
          <w:szCs w:val="24"/>
        </w:rPr>
      </w:pPr>
    </w:p>
    <w:p w:rsidR="00E41E2E" w:rsidRDefault="00E41E2E" w:rsidP="0028652E">
      <w:pPr>
        <w:pStyle w:val="Heading4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E41E2E" w:rsidRDefault="00E41E2E" w:rsidP="0028652E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Тимашевский район                                                                                                                                      А.Н.Нестеров</w:t>
      </w:r>
    </w:p>
    <w:p w:rsidR="00E41E2E" w:rsidRDefault="00E41E2E"/>
    <w:sectPr w:rsidR="00E41E2E" w:rsidSect="00405B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52E"/>
    <w:rsid w:val="0028652E"/>
    <w:rsid w:val="002A2843"/>
    <w:rsid w:val="00405B07"/>
    <w:rsid w:val="004C5D6F"/>
    <w:rsid w:val="00505855"/>
    <w:rsid w:val="005A28AF"/>
    <w:rsid w:val="00694942"/>
    <w:rsid w:val="00726BAC"/>
    <w:rsid w:val="007E2FF4"/>
    <w:rsid w:val="00A443CC"/>
    <w:rsid w:val="00B32C0D"/>
    <w:rsid w:val="00DA245E"/>
    <w:rsid w:val="00DE0ACA"/>
    <w:rsid w:val="00E41E2E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2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652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652E"/>
    <w:pPr>
      <w:keepNext/>
      <w:jc w:val="center"/>
      <w:outlineLvl w:val="1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652E"/>
    <w:pPr>
      <w:keepNext/>
      <w:jc w:val="both"/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65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652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652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6</Pages>
  <Words>902</Words>
  <Characters>5144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5</cp:revision>
  <cp:lastPrinted>2010-12-09T14:48:00Z</cp:lastPrinted>
  <dcterms:created xsi:type="dcterms:W3CDTF">2010-12-09T11:08:00Z</dcterms:created>
  <dcterms:modified xsi:type="dcterms:W3CDTF">2010-12-27T13:06:00Z</dcterms:modified>
</cp:coreProperties>
</file>